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81" w:rsidRPr="00877E13" w:rsidRDefault="003B705F">
      <w:pPr>
        <w:tabs>
          <w:tab w:val="left" w:pos="-1440"/>
          <w:tab w:val="left" w:pos="-720"/>
        </w:tabs>
        <w:suppressAutoHyphens/>
        <w:jc w:val="center"/>
        <w:rPr>
          <w:rFonts w:ascii="FlandersArtSans-Regular" w:hAnsi="FlandersArtSans-Regular" w:cs="Arial"/>
          <w:b/>
          <w:sz w:val="32"/>
          <w:szCs w:val="32"/>
        </w:rPr>
      </w:pPr>
      <w:r w:rsidRPr="00877E13">
        <w:rPr>
          <w:rFonts w:ascii="FlandersArtSans-Regular" w:hAnsi="FlandersArtSans-Regular" w:cs="Arial"/>
          <w:b/>
          <w:sz w:val="32"/>
          <w:szCs w:val="32"/>
        </w:rPr>
        <w:t>VLAAMSE OVERHEID</w:t>
      </w:r>
    </w:p>
    <w:p w:rsidR="00B51981" w:rsidRPr="00877E13" w:rsidRDefault="00B51981">
      <w:pPr>
        <w:tabs>
          <w:tab w:val="left" w:pos="-1440"/>
          <w:tab w:val="left" w:pos="-720"/>
        </w:tabs>
        <w:suppressAutoHyphens/>
        <w:jc w:val="center"/>
        <w:rPr>
          <w:rFonts w:ascii="FlandersArtSans-Regular" w:hAnsi="FlandersArtSans-Regular" w:cs="Arial"/>
          <w:b/>
          <w:sz w:val="32"/>
          <w:szCs w:val="32"/>
        </w:rPr>
      </w:pPr>
    </w:p>
    <w:p w:rsidR="00881F13" w:rsidRPr="00877E13" w:rsidRDefault="000C120E" w:rsidP="00881F13">
      <w:pPr>
        <w:jc w:val="center"/>
        <w:rPr>
          <w:rFonts w:ascii="FlandersArtSans-Regular" w:hAnsi="FlandersArtSans-Regular" w:cs="Arial"/>
          <w:sz w:val="32"/>
          <w:szCs w:val="32"/>
        </w:rPr>
      </w:pPr>
      <w:r w:rsidRPr="00877E13">
        <w:rPr>
          <w:rFonts w:ascii="FlandersArtSans-Regular" w:hAnsi="FlandersArtSans-Regular" w:cs="Arial"/>
          <w:b/>
          <w:sz w:val="32"/>
          <w:szCs w:val="32"/>
        </w:rPr>
        <w:t>AGENTSCHAP WEGEN EN VERKEER</w:t>
      </w:r>
    </w:p>
    <w:p w:rsidR="00B51981" w:rsidRPr="00400675" w:rsidRDefault="00B51981">
      <w:pPr>
        <w:tabs>
          <w:tab w:val="left" w:pos="-1440"/>
          <w:tab w:val="left" w:pos="-720"/>
        </w:tabs>
        <w:suppressAutoHyphens/>
        <w:jc w:val="center"/>
        <w:rPr>
          <w:rFonts w:ascii="FlandersArtSans-Regular" w:hAnsi="FlandersArtSans-Regular" w:cs="Arial"/>
          <w:b/>
        </w:rPr>
      </w:pPr>
    </w:p>
    <w:p w:rsidR="00B51981" w:rsidRPr="00400675" w:rsidRDefault="00B51981">
      <w:pPr>
        <w:tabs>
          <w:tab w:val="left" w:pos="-1440"/>
          <w:tab w:val="left" w:pos="-720"/>
        </w:tabs>
        <w:suppressAutoHyphens/>
        <w:jc w:val="center"/>
        <w:rPr>
          <w:rFonts w:ascii="FlandersArtSans-Regular" w:hAnsi="FlandersArtSans-Regular" w:cs="Arial"/>
          <w:b/>
          <w:sz w:val="20"/>
        </w:rPr>
      </w:pPr>
    </w:p>
    <w:p w:rsidR="007F3DE7" w:rsidRPr="000C120E" w:rsidRDefault="000C120E" w:rsidP="0091312B">
      <w:pPr>
        <w:tabs>
          <w:tab w:val="left" w:pos="-1440"/>
          <w:tab w:val="left" w:pos="-720"/>
        </w:tabs>
        <w:suppressAutoHyphens/>
        <w:jc w:val="center"/>
        <w:rPr>
          <w:rFonts w:ascii="FlandersArtSans-Regular" w:hAnsi="FlandersArtSans-Regular" w:cs="Arial"/>
          <w:b/>
          <w:spacing w:val="-3"/>
          <w:sz w:val="48"/>
          <w:szCs w:val="48"/>
        </w:rPr>
      </w:pPr>
      <w:r w:rsidRPr="000C120E">
        <w:rPr>
          <w:rFonts w:ascii="FlandersArtSans-Regular" w:hAnsi="FlandersArtSans-Regular" w:cs="Arial"/>
          <w:b/>
          <w:sz w:val="48"/>
          <w:szCs w:val="48"/>
        </w:rPr>
        <w:t>BEKENDMAKING OPENBAAR ONDERZOEK ONTEIGENING</w:t>
      </w:r>
    </w:p>
    <w:p w:rsidR="00B51981" w:rsidRPr="00AE5A84" w:rsidRDefault="00B51981">
      <w:pPr>
        <w:tabs>
          <w:tab w:val="left" w:pos="-1440"/>
          <w:tab w:val="left" w:pos="-720"/>
        </w:tabs>
        <w:suppressAutoHyphens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p w:rsidR="00B51981" w:rsidRPr="00AE5A84" w:rsidRDefault="00B51981" w:rsidP="00AE5A84">
      <w:pPr>
        <w:tabs>
          <w:tab w:val="left" w:pos="-1440"/>
          <w:tab w:val="left" w:pos="-720"/>
        </w:tabs>
        <w:suppressAutoHyphens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p w:rsidR="00B51981" w:rsidRPr="00AE5A84" w:rsidRDefault="00B51981" w:rsidP="00AE5A84">
      <w:pPr>
        <w:tabs>
          <w:tab w:val="left" w:pos="-1440"/>
          <w:tab w:val="left" w:pos="-720"/>
        </w:tabs>
        <w:suppressAutoHyphens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bookmarkStart w:id="0" w:name="hit1"/>
    <w:bookmarkStart w:id="1" w:name="hit2"/>
    <w:bookmarkEnd w:id="0"/>
    <w:bookmarkEnd w:id="1"/>
    <w:p w:rsidR="000C51DB" w:rsidRPr="00AE5A84" w:rsidRDefault="0091312B" w:rsidP="00AE5A84">
      <w:pPr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  <w:r w:rsidRPr="00AE5A84">
        <w:rPr>
          <w:rFonts w:ascii="FlandersArtSans-Regular" w:hAnsi="FlandersArtSans-Regular" w:cs="Arial"/>
          <w:spacing w:val="-3"/>
          <w:sz w:val="28"/>
          <w:szCs w:val="28"/>
        </w:rPr>
        <w:fldChar w:fldCharType="begin"/>
      </w:r>
      <w:r w:rsidRPr="00AE5A84">
        <w:rPr>
          <w:rFonts w:ascii="FlandersArtSans-Regular" w:hAnsi="FlandersArtSans-Regular" w:cs="Arial"/>
          <w:spacing w:val="-3"/>
          <w:sz w:val="28"/>
          <w:szCs w:val="28"/>
        </w:rPr>
        <w:instrText xml:space="preserve">  </w:instrText>
      </w:r>
      <w:r w:rsidRPr="00AE5A84">
        <w:rPr>
          <w:rFonts w:ascii="FlandersArtSans-Regular" w:hAnsi="FlandersArtSans-Regular" w:cs="Arial"/>
          <w:spacing w:val="-3"/>
          <w:sz w:val="28"/>
          <w:szCs w:val="28"/>
        </w:rPr>
        <w:fldChar w:fldCharType="end"/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Krachtens het besluit van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25 februari</w:t>
      </w:r>
      <w:r w:rsidR="00FD2B87">
        <w:rPr>
          <w:rFonts w:ascii="FlandersArtSans-Regular" w:hAnsi="FlandersArtSans-Regular" w:cs="Arial"/>
          <w:spacing w:val="-3"/>
          <w:sz w:val="28"/>
          <w:szCs w:val="28"/>
        </w:rPr>
        <w:t xml:space="preserve"> 20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19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 heeft de </w:t>
      </w:r>
      <w:r w:rsidR="000C51DB" w:rsidRPr="00A214F5">
        <w:rPr>
          <w:rFonts w:ascii="FlandersArtSans-Regular" w:hAnsi="FlandersArtSans-Regular" w:cs="Arial"/>
          <w:spacing w:val="-3"/>
          <w:sz w:val="28"/>
          <w:szCs w:val="28"/>
        </w:rPr>
        <w:t>Vlaamse minister van Mobiliteit</w:t>
      </w:r>
      <w:r w:rsidR="00FD2B87" w:rsidRPr="00A214F5">
        <w:rPr>
          <w:rFonts w:ascii="FlandersArtSans-Regular" w:hAnsi="FlandersArtSans-Regular" w:cs="Arial"/>
          <w:spacing w:val="-3"/>
          <w:sz w:val="28"/>
          <w:szCs w:val="28"/>
        </w:rPr>
        <w:t xml:space="preserve"> en </w:t>
      </w:r>
      <w:r w:rsidR="000C51DB" w:rsidRPr="00A214F5">
        <w:rPr>
          <w:rFonts w:ascii="FlandersArtSans-Regular" w:hAnsi="FlandersArtSans-Regular" w:cs="Arial"/>
          <w:spacing w:val="-3"/>
          <w:sz w:val="28"/>
          <w:szCs w:val="28"/>
        </w:rPr>
        <w:t>Openbare Werken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>het</w:t>
      </w:r>
      <w:r w:rsidR="006870FA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onteigeningsplan 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1M3D8J G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120227 00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voor </w:t>
      </w:r>
      <w:r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de 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realisatie van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 xml:space="preserve">fietspaden langs de N43 </w:t>
      </w:r>
      <w:proofErr w:type="spellStart"/>
      <w:r w:rsidR="00F61BAC">
        <w:rPr>
          <w:rFonts w:ascii="FlandersArtSans-Regular" w:hAnsi="FlandersArtSans-Regular" w:cs="Arial"/>
          <w:spacing w:val="-3"/>
          <w:sz w:val="28"/>
          <w:szCs w:val="28"/>
        </w:rPr>
        <w:t>Torkonjestraat</w:t>
      </w:r>
      <w:proofErr w:type="spellEnd"/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FB06FF">
        <w:rPr>
          <w:rFonts w:ascii="FlandersArtSans-Regular" w:hAnsi="FlandersArtSans-Regular" w:cs="Arial"/>
          <w:spacing w:val="-3"/>
          <w:sz w:val="28"/>
          <w:szCs w:val="28"/>
        </w:rPr>
        <w:t>te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Kortrijk</w:t>
      </w:r>
      <w:r w:rsidR="00FD2B87" w:rsidRPr="006870FA">
        <w:rPr>
          <w:rFonts w:ascii="FlandersArtSans-Regular" w:hAnsi="FlandersArtSans-Regular" w:cs="Arial"/>
          <w:spacing w:val="-3"/>
          <w:sz w:val="20"/>
        </w:rPr>
        <w:t xml:space="preserve"> 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>voorlopig vastgesteld.</w:t>
      </w:r>
    </w:p>
    <w:p w:rsidR="00877E13" w:rsidRDefault="00877E13" w:rsidP="00AE5A84">
      <w:pPr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p w:rsidR="000C51DB" w:rsidRPr="00AE5A84" w:rsidRDefault="0091312B" w:rsidP="00571C61">
      <w:pPr>
        <w:rPr>
          <w:rFonts w:ascii="FlandersArtSans-Regular" w:hAnsi="FlandersArtSans-Regular" w:cs="Arial"/>
          <w:spacing w:val="-3"/>
          <w:sz w:val="28"/>
          <w:szCs w:val="28"/>
        </w:rPr>
      </w:pPr>
      <w:r w:rsidRPr="00AE5A84">
        <w:rPr>
          <w:rFonts w:ascii="FlandersArtSans-Regular" w:hAnsi="FlandersArtSans-Regular" w:cs="Arial"/>
          <w:spacing w:val="-3"/>
          <w:sz w:val="28"/>
          <w:szCs w:val="28"/>
        </w:rPr>
        <w:t>O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vereenkomstig artikel 17 van het </w:t>
      </w:r>
      <w:r w:rsidR="005D400A" w:rsidRPr="00AE5A84">
        <w:rPr>
          <w:rFonts w:ascii="FlandersArtSans-Regular" w:hAnsi="FlandersArtSans-Regular" w:cs="Arial"/>
          <w:spacing w:val="-3"/>
          <w:sz w:val="28"/>
          <w:szCs w:val="28"/>
        </w:rPr>
        <w:t>Vlaams Onteigenings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decreet </w:t>
      </w:r>
      <w:r w:rsidR="006870FA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van 24 februari 2017 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>word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>t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 d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>it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 onteigeningsplan</w:t>
      </w:r>
      <w:r w:rsidR="00FD2B8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F61BAC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1M3D8J G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120227 00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aan een openbaar onderzoek onderworpen dat loopt van </w:t>
      </w:r>
      <w:r w:rsidR="00F61BAC">
        <w:rPr>
          <w:rFonts w:ascii="FlandersArtSans-Regular" w:hAnsi="FlandersArtSans-Regular" w:cs="Arial"/>
          <w:b/>
          <w:spacing w:val="-3"/>
          <w:sz w:val="28"/>
          <w:szCs w:val="28"/>
        </w:rPr>
        <w:t>8</w:t>
      </w:r>
      <w:r w:rsidR="00FD2B87" w:rsidRPr="00571C61">
        <w:rPr>
          <w:rFonts w:ascii="FlandersArtSans-Regular" w:hAnsi="FlandersArtSans-Regular" w:cs="Arial"/>
          <w:b/>
          <w:spacing w:val="-3"/>
          <w:sz w:val="28"/>
          <w:szCs w:val="28"/>
        </w:rPr>
        <w:t xml:space="preserve"> </w:t>
      </w:r>
      <w:r w:rsidR="00F61BAC">
        <w:rPr>
          <w:rFonts w:ascii="FlandersArtSans-Regular" w:hAnsi="FlandersArtSans-Regular" w:cs="Arial"/>
          <w:b/>
          <w:spacing w:val="-3"/>
          <w:sz w:val="28"/>
          <w:szCs w:val="28"/>
        </w:rPr>
        <w:t>februari 2021</w:t>
      </w:r>
      <w:r w:rsidR="000C51DB" w:rsidRPr="00571C61">
        <w:rPr>
          <w:rFonts w:ascii="FlandersArtSans-Regular" w:hAnsi="FlandersArtSans-Regular" w:cs="Arial"/>
          <w:b/>
          <w:spacing w:val="-3"/>
          <w:sz w:val="28"/>
          <w:szCs w:val="28"/>
        </w:rPr>
        <w:t xml:space="preserve"> tot en met</w:t>
      </w:r>
      <w:r w:rsidR="00571C61" w:rsidRPr="00571C61">
        <w:rPr>
          <w:rFonts w:ascii="FlandersArtSans-Regular" w:hAnsi="FlandersArtSans-Regular" w:cs="Arial"/>
          <w:b/>
          <w:spacing w:val="-3"/>
          <w:sz w:val="28"/>
          <w:szCs w:val="28"/>
        </w:rPr>
        <w:t xml:space="preserve"> </w:t>
      </w:r>
      <w:r w:rsidR="00F61BAC">
        <w:rPr>
          <w:rFonts w:ascii="FlandersArtSans-Regular" w:hAnsi="FlandersArtSans-Regular" w:cs="Arial"/>
          <w:b/>
          <w:spacing w:val="-3"/>
          <w:sz w:val="28"/>
          <w:szCs w:val="28"/>
        </w:rPr>
        <w:t>9 maart</w:t>
      </w:r>
      <w:r w:rsidR="00571C61" w:rsidRPr="00571C61">
        <w:rPr>
          <w:rFonts w:ascii="FlandersArtSans-Regular" w:hAnsi="FlandersArtSans-Regular" w:cs="Arial"/>
          <w:b/>
          <w:spacing w:val="-3"/>
          <w:sz w:val="28"/>
          <w:szCs w:val="28"/>
        </w:rPr>
        <w:t xml:space="preserve"> 2021</w:t>
      </w:r>
      <w:r w:rsidR="00571C61">
        <w:rPr>
          <w:rFonts w:ascii="FlandersArtSans-Regular" w:hAnsi="FlandersArtSans-Regular" w:cs="Arial"/>
          <w:b/>
          <w:spacing w:val="-3"/>
          <w:sz w:val="28"/>
          <w:szCs w:val="28"/>
        </w:rPr>
        <w:t>.</w:t>
      </w:r>
      <w:r w:rsidR="000C51DB" w:rsidRPr="00AE5A84">
        <w:rPr>
          <w:rFonts w:ascii="FlandersArtSans-Regular" w:hAnsi="FlandersArtSans-Regular" w:cs="Arial"/>
          <w:spacing w:val="-3"/>
          <w:sz w:val="28"/>
          <w:szCs w:val="28"/>
        </w:rPr>
        <w:br/>
      </w:r>
    </w:p>
    <w:p w:rsidR="000C51DB" w:rsidRPr="00AE5A84" w:rsidRDefault="000C51DB" w:rsidP="00AE5A84">
      <w:pPr>
        <w:spacing w:line="270" w:lineRule="exact"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  <w:r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De documenten van het voorlopig onteigeningsbesluit liggen ter inzage op het </w:t>
      </w:r>
      <w:r w:rsidR="00EF704E">
        <w:rPr>
          <w:rFonts w:ascii="FlandersArtSans-Regular" w:hAnsi="FlandersArtSans-Regular" w:cs="Arial"/>
          <w:spacing w:val="-3"/>
          <w:sz w:val="28"/>
          <w:szCs w:val="28"/>
        </w:rPr>
        <w:t xml:space="preserve">administratief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stadhuis</w:t>
      </w:r>
      <w:r w:rsidRPr="00AE5A84">
        <w:rPr>
          <w:rFonts w:ascii="FlandersArtSans-Regular" w:hAnsi="FlandersArtSans-Regular" w:cs="Arial"/>
          <w:spacing w:val="-3"/>
          <w:sz w:val="28"/>
          <w:szCs w:val="28"/>
        </w:rPr>
        <w:t xml:space="preserve"> van  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de 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 xml:space="preserve">stad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Kortrijk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,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Grote Markt 54</w:t>
      </w:r>
      <w:r w:rsidR="00FD2B87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, </w:t>
      </w:r>
      <w:r w:rsidR="00F61BAC">
        <w:rPr>
          <w:rFonts w:ascii="FlandersArtSans-Regular" w:hAnsi="FlandersArtSans-Regular" w:cs="Arial"/>
          <w:spacing w:val="-3"/>
          <w:sz w:val="28"/>
          <w:szCs w:val="28"/>
        </w:rPr>
        <w:t>8500 Kortrijk</w:t>
      </w:r>
      <w:r w:rsidRPr="00AE5A84">
        <w:rPr>
          <w:rFonts w:ascii="FlandersArtSans-Regular" w:hAnsi="FlandersArtSans-Regular" w:cs="Arial"/>
          <w:spacing w:val="-3"/>
          <w:sz w:val="28"/>
          <w:szCs w:val="28"/>
        </w:rPr>
        <w:t>.</w:t>
      </w:r>
    </w:p>
    <w:p w:rsidR="000C51DB" w:rsidRPr="00AE5A84" w:rsidRDefault="000C51DB" w:rsidP="00AE5A84">
      <w:pPr>
        <w:spacing w:line="270" w:lineRule="exact"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p w:rsidR="000C51DB" w:rsidRPr="001B2A07" w:rsidRDefault="00FD2B87" w:rsidP="00AE5A84">
      <w:pPr>
        <w:spacing w:line="270" w:lineRule="exact"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  <w:r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De documenten zijn eveneens digitaal te raadplegen via de website van het Agentschap Wegen en Verkeer, </w:t>
      </w:r>
      <w:hyperlink r:id="rId8" w:history="1">
        <w:r w:rsidR="006B3A6A" w:rsidRPr="001B2A07">
          <w:rPr>
            <w:rStyle w:val="Hyperlink"/>
            <w:rFonts w:ascii="FlandersArtSans-Regular" w:hAnsi="FlandersArtSans-Regular"/>
            <w:color w:val="auto"/>
            <w:sz w:val="28"/>
            <w:szCs w:val="28"/>
            <w:u w:val="none"/>
          </w:rPr>
          <w:t>https://wegenenverkeer.be/</w:t>
        </w:r>
      </w:hyperlink>
      <w:r w:rsidR="008B776B" w:rsidRPr="001B2A07">
        <w:rPr>
          <w:rFonts w:ascii="FlandersArtSans-Regular" w:hAnsi="FlandersArtSans-Regular" w:cs="Arial"/>
          <w:spacing w:val="-3"/>
          <w:sz w:val="28"/>
          <w:szCs w:val="28"/>
        </w:rPr>
        <w:t>,</w:t>
      </w:r>
      <w:r w:rsidRPr="001B2A07">
        <w:rPr>
          <w:rFonts w:ascii="FlandersArtSans-Regular" w:hAnsi="FlandersArtSans-Regular" w:cs="Arial"/>
          <w:spacing w:val="-3"/>
          <w:sz w:val="28"/>
          <w:szCs w:val="28"/>
        </w:rPr>
        <w:t xml:space="preserve"> en via de website van de 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>stad,</w:t>
      </w:r>
      <w:r w:rsidRPr="001B2A0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r w:rsidR="00EF704E" w:rsidRPr="00EF704E">
        <w:rPr>
          <w:rFonts w:ascii="FlandersArtSans-Regular" w:hAnsi="FlandersArtSans-Regular"/>
          <w:sz w:val="28"/>
          <w:szCs w:val="28"/>
        </w:rPr>
        <w:t>https://www.kortrijk.be/openbare-onderzoeken</w:t>
      </w:r>
      <w:r w:rsidRPr="001B2A07">
        <w:rPr>
          <w:rFonts w:ascii="FlandersArtSans-Regular" w:hAnsi="FlandersArtSans-Regular" w:cs="Arial"/>
          <w:spacing w:val="-3"/>
          <w:sz w:val="28"/>
          <w:szCs w:val="28"/>
        </w:rPr>
        <w:t>.</w:t>
      </w:r>
      <w:r w:rsidR="000C51DB" w:rsidRPr="001B2A07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</w:p>
    <w:p w:rsidR="00877E13" w:rsidRPr="00AE5A84" w:rsidRDefault="00877E13" w:rsidP="00AE5A84">
      <w:pPr>
        <w:spacing w:line="270" w:lineRule="exact"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p w:rsidR="000C51DB" w:rsidRPr="001B2D18" w:rsidRDefault="001B2D18" w:rsidP="00AE5A84">
      <w:pPr>
        <w:tabs>
          <w:tab w:val="center" w:pos="4320"/>
          <w:tab w:val="right" w:pos="8640"/>
        </w:tabs>
        <w:spacing w:line="270" w:lineRule="exact"/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Schriftelijke standpunten, opmerkingen en bezwaren kunnen tot uiterlijk </w:t>
      </w:r>
      <w:r w:rsidR="00EF704E">
        <w:rPr>
          <w:rFonts w:ascii="FlandersArtSans-Regular" w:hAnsi="FlandersArtSans-Regular" w:cs="Arial"/>
          <w:spacing w:val="-3"/>
          <w:sz w:val="28"/>
          <w:szCs w:val="28"/>
        </w:rPr>
        <w:t>9 maart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 xml:space="preserve"> 2021</w:t>
      </w:r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 ingediend worden via een aangetekend schrijven</w:t>
      </w:r>
      <w:r w:rsidR="007676D4">
        <w:rPr>
          <w:rFonts w:ascii="FlandersArtSans-Regular" w:hAnsi="FlandersArtSans-Regular" w:cs="Arial"/>
          <w:spacing w:val="-3"/>
          <w:sz w:val="28"/>
          <w:szCs w:val="28"/>
        </w:rPr>
        <w:t xml:space="preserve"> </w:t>
      </w:r>
      <w:bookmarkStart w:id="2" w:name="_GoBack"/>
      <w:bookmarkEnd w:id="2"/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gericht aan het Agentschap Wegen en Verkeer, Wegen en Verkeer </w:t>
      </w:r>
      <w:sdt>
        <w:sdtPr>
          <w:rPr>
            <w:rFonts w:ascii="FlandersArtSans-Regular" w:hAnsi="FlandersArtSans-Regular" w:cs="Arial"/>
            <w:spacing w:val="-3"/>
            <w:sz w:val="28"/>
            <w:szCs w:val="28"/>
          </w:rPr>
          <w:id w:val="2134130700"/>
          <w:placeholder>
            <w:docPart w:val="EB9B3A7091B84893AA92F19FCFDCC59B"/>
          </w:placeholder>
          <w:comboBox>
            <w:listItem w:displayText="Limburg" w:value="Limburg"/>
            <w:listItem w:displayText="Antwerpen" w:value="Antwerpen"/>
            <w:listItem w:displayText="Vlaams-Brabant" w:value="Vlaams-Brabant"/>
            <w:listItem w:displayText="Oost-Vlaanderen" w:value="Oost-Vlaanderen"/>
            <w:listItem w:displayText="West-Vlaanderen" w:value="West-Vlaanderen"/>
          </w:comboBox>
        </w:sdtPr>
        <w:sdtEndPr/>
        <w:sdtContent>
          <w:r w:rsidRPr="001B2D18">
            <w:rPr>
              <w:rFonts w:ascii="FlandersArtSans-Regular" w:hAnsi="FlandersArtSans-Regular" w:cs="Arial"/>
              <w:spacing w:val="-3"/>
              <w:sz w:val="28"/>
              <w:szCs w:val="28"/>
            </w:rPr>
            <w:t>West-Vlaanderen</w:t>
          </w:r>
        </w:sdtContent>
      </w:sdt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, </w:t>
      </w:r>
      <w:sdt>
        <w:sdtPr>
          <w:rPr>
            <w:rFonts w:ascii="FlandersArtSans-Regular" w:hAnsi="FlandersArtSans-Regular" w:cs="Arial"/>
            <w:spacing w:val="-3"/>
            <w:sz w:val="28"/>
            <w:szCs w:val="28"/>
          </w:rPr>
          <w:id w:val="-991716483"/>
          <w:placeholder>
            <w:docPart w:val="8E5BBF0758C7477D9A0A28825AC1BDAB"/>
          </w:placeholder>
          <w:dropDownList>
            <w:listItem w:displayText="Koningin Astridlaan 50 bus 4" w:value="Koningin Astridlaan 50 bus 4"/>
            <w:listItem w:displayText="Lange Kievitstraat 111-113 bus 41" w:value="Lange Kievitstraat 111-113 bus 41"/>
            <w:listItem w:displayText="Koningin Maria Hendrikaplein 70 bus 81" w:value="Koningin Maria Hendrikaplein 70 bus 81"/>
            <w:listItem w:displayText="Koning Albert I-laan 1/2 bus 82" w:value="Koning Albert I-laan 1/2 bus 82"/>
            <w:listItem w:displayText="Diestsepoort 6 bus 81" w:value="Diestsepoort 6 bus 81"/>
          </w:dropDownList>
        </w:sdtPr>
        <w:sdtEndPr/>
        <w:sdtContent>
          <w:r w:rsidRPr="001B2D18">
            <w:rPr>
              <w:rFonts w:ascii="FlandersArtSans-Regular" w:hAnsi="FlandersArtSans-Regular" w:cs="Arial"/>
              <w:spacing w:val="-3"/>
              <w:sz w:val="28"/>
              <w:szCs w:val="28"/>
            </w:rPr>
            <w:t>Koning Albert I-laan 1/2 bus 82</w:t>
          </w:r>
        </w:sdtContent>
      </w:sdt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, </w:t>
      </w:r>
      <w:sdt>
        <w:sdtPr>
          <w:rPr>
            <w:rFonts w:ascii="FlandersArtSans-Regular" w:hAnsi="FlandersArtSans-Regular" w:cs="Arial"/>
            <w:spacing w:val="-3"/>
            <w:sz w:val="28"/>
            <w:szCs w:val="28"/>
          </w:rPr>
          <w:id w:val="-906993035"/>
          <w:placeholder>
            <w:docPart w:val="9633554BCC634E5C8CBA15438C574AC1"/>
          </w:placeholder>
          <w:dropDownList>
            <w:listItem w:displayText="3500 Hasselt" w:value="3500 Hasselt"/>
            <w:listItem w:displayText="2018 Antwerpen" w:value="2018 Antwerpen"/>
            <w:listItem w:displayText="3000 Leuven" w:value="3000 Leuven"/>
            <w:listItem w:displayText="9000 Gent" w:value="9000 Gent"/>
            <w:listItem w:displayText="8200 Brugge" w:value="8200 Brugge"/>
          </w:dropDownList>
        </w:sdtPr>
        <w:sdtEndPr/>
        <w:sdtContent>
          <w:r w:rsidRPr="001B2D18">
            <w:rPr>
              <w:rFonts w:ascii="FlandersArtSans-Regular" w:hAnsi="FlandersArtSans-Regular" w:cs="Arial"/>
              <w:spacing w:val="-3"/>
              <w:sz w:val="28"/>
              <w:szCs w:val="28"/>
            </w:rPr>
            <w:t>8200 Brugge</w:t>
          </w:r>
        </w:sdtContent>
      </w:sdt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 of gericht aan de </w:t>
      </w:r>
      <w:r w:rsidR="00B85448">
        <w:rPr>
          <w:rFonts w:ascii="FlandersArtSans-Regular" w:hAnsi="FlandersArtSans-Regular" w:cs="Arial"/>
          <w:spacing w:val="-3"/>
          <w:sz w:val="28"/>
          <w:szCs w:val="28"/>
        </w:rPr>
        <w:t xml:space="preserve">stad </w:t>
      </w:r>
      <w:r w:rsidR="00EF704E">
        <w:rPr>
          <w:rFonts w:ascii="FlandersArtSans-Regular" w:hAnsi="FlandersArtSans-Regular" w:cs="Arial"/>
          <w:spacing w:val="-3"/>
          <w:sz w:val="28"/>
          <w:szCs w:val="28"/>
        </w:rPr>
        <w:t>Kortrijk</w:t>
      </w:r>
      <w:r w:rsidRPr="001B2D18">
        <w:rPr>
          <w:rFonts w:ascii="FlandersArtSans-Regular" w:hAnsi="FlandersArtSans-Regular" w:cs="Arial"/>
          <w:spacing w:val="-3"/>
          <w:sz w:val="28"/>
          <w:szCs w:val="28"/>
        </w:rPr>
        <w:t xml:space="preserve">, </w:t>
      </w:r>
      <w:r w:rsidR="00EF704E">
        <w:rPr>
          <w:rFonts w:ascii="FlandersArtSans-Regular" w:hAnsi="FlandersArtSans-Regular" w:cs="Arial"/>
          <w:spacing w:val="-3"/>
          <w:sz w:val="28"/>
          <w:szCs w:val="28"/>
        </w:rPr>
        <w:t>Grote Markt 54</w:t>
      </w:r>
      <w:r w:rsidR="00EF704E" w:rsidRPr="00FD2B87">
        <w:rPr>
          <w:rFonts w:ascii="FlandersArtSans-Regular" w:hAnsi="FlandersArtSans-Regular" w:cs="Arial"/>
          <w:spacing w:val="-3"/>
          <w:sz w:val="28"/>
          <w:szCs w:val="28"/>
        </w:rPr>
        <w:t xml:space="preserve">, </w:t>
      </w:r>
      <w:r w:rsidR="00EF704E">
        <w:rPr>
          <w:rFonts w:ascii="FlandersArtSans-Regular" w:hAnsi="FlandersArtSans-Regular" w:cs="Arial"/>
          <w:spacing w:val="-3"/>
          <w:sz w:val="28"/>
          <w:szCs w:val="28"/>
        </w:rPr>
        <w:t>8500 Kortrijk</w:t>
      </w:r>
      <w:r w:rsidR="00EF704E" w:rsidRPr="00AE5A84">
        <w:rPr>
          <w:rFonts w:ascii="FlandersArtSans-Regular" w:hAnsi="FlandersArtSans-Regular" w:cs="Arial"/>
          <w:spacing w:val="-3"/>
          <w:sz w:val="28"/>
          <w:szCs w:val="28"/>
        </w:rPr>
        <w:t>.</w:t>
      </w:r>
    </w:p>
    <w:p w:rsidR="000C51DB" w:rsidRPr="00AE5A84" w:rsidRDefault="000C51DB" w:rsidP="00AE5A84">
      <w:pPr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p w:rsidR="004C7FE2" w:rsidRPr="00AE5A84" w:rsidRDefault="004C7FE2" w:rsidP="00AE5A84">
      <w:pPr>
        <w:jc w:val="both"/>
        <w:rPr>
          <w:rFonts w:ascii="FlandersArtSans-Regular" w:hAnsi="FlandersArtSans-Regular" w:cs="Arial"/>
          <w:spacing w:val="-3"/>
          <w:sz w:val="28"/>
          <w:szCs w:val="28"/>
        </w:rPr>
      </w:pPr>
    </w:p>
    <w:sectPr w:rsidR="004C7FE2" w:rsidRPr="00AE5A84" w:rsidSect="007554AA">
      <w:footerReference w:type="default" r:id="rId9"/>
      <w:pgSz w:w="11907" w:h="16840"/>
      <w:pgMar w:top="1440" w:right="1440" w:bottom="1440" w:left="1440" w:header="1440" w:footer="737" w:gutter="0"/>
      <w:paperSrc w:first="2" w:other="2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85" w:rsidRDefault="00FB7585">
      <w:r>
        <w:separator/>
      </w:r>
    </w:p>
  </w:endnote>
  <w:endnote w:type="continuationSeparator" w:id="0">
    <w:p w:rsidR="00FB7585" w:rsidRDefault="00FB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ndersArtSans-Regular">
    <w:altName w:val="Courier New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4AA" w:rsidRPr="00A3500E" w:rsidRDefault="007554AA" w:rsidP="007554AA">
    <w:pPr>
      <w:pStyle w:val="paginering"/>
      <w:rPr>
        <w:rFonts w:asciiTheme="minorHAnsi" w:hAnsiTheme="minorHAnsi" w:cstheme="minorHAnsi"/>
        <w:lang w:val="nl-NL"/>
      </w:rPr>
    </w:pPr>
  </w:p>
  <w:p w:rsidR="007554AA" w:rsidRPr="00FE51CA" w:rsidRDefault="007554AA" w:rsidP="007554AA">
    <w:pPr>
      <w:pStyle w:val="paginering"/>
      <w:rPr>
        <w:rFonts w:asciiTheme="minorHAnsi" w:hAnsiTheme="minorHAnsi" w:cstheme="minorHAnsi"/>
      </w:rPr>
    </w:pPr>
    <w:r w:rsidRPr="00FE51CA">
      <w:rPr>
        <w:rFonts w:asciiTheme="minorHAnsi" w:hAnsiTheme="minorHAnsi" w:cstheme="minorHAnsi"/>
      </w:rPr>
      <w:drawing>
        <wp:anchor distT="0" distB="0" distL="114300" distR="114300" simplePos="0" relativeHeight="251659264" behindDoc="1" locked="0" layoutInCell="1" allowOverlap="1" wp14:anchorId="4CF3EF43" wp14:editId="452EC44B">
          <wp:simplePos x="0" y="0"/>
          <wp:positionH relativeFrom="page">
            <wp:posOffset>720090</wp:posOffset>
          </wp:positionH>
          <wp:positionV relativeFrom="page">
            <wp:posOffset>9757410</wp:posOffset>
          </wp:positionV>
          <wp:extent cx="1270800" cy="540000"/>
          <wp:effectExtent l="0" t="0" r="0" b="0"/>
          <wp:wrapNone/>
          <wp:docPr id="7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ma_overhei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F7482" w:rsidRPr="007554AA" w:rsidRDefault="000F7482">
    <w:pPr>
      <w:pStyle w:val="Voettekst"/>
      <w:rPr>
        <w:rFonts w:ascii="Arial" w:hAnsi="Arial" w:cs="Arial"/>
        <w:sz w:val="20"/>
        <w:lang w:val="nl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85" w:rsidRDefault="00FB7585">
      <w:r>
        <w:separator/>
      </w:r>
    </w:p>
  </w:footnote>
  <w:footnote w:type="continuationSeparator" w:id="0">
    <w:p w:rsidR="00FB7585" w:rsidRDefault="00FB7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5F"/>
    <w:rsid w:val="00056CB7"/>
    <w:rsid w:val="00083C2E"/>
    <w:rsid w:val="000A4E52"/>
    <w:rsid w:val="000B28C3"/>
    <w:rsid w:val="000C120E"/>
    <w:rsid w:val="000C51DB"/>
    <w:rsid w:val="000F7482"/>
    <w:rsid w:val="001B2A07"/>
    <w:rsid w:val="001B2D18"/>
    <w:rsid w:val="00240220"/>
    <w:rsid w:val="002C6AE2"/>
    <w:rsid w:val="00313E76"/>
    <w:rsid w:val="00332D50"/>
    <w:rsid w:val="003901F2"/>
    <w:rsid w:val="003B705F"/>
    <w:rsid w:val="003C70E6"/>
    <w:rsid w:val="00400675"/>
    <w:rsid w:val="004368EC"/>
    <w:rsid w:val="004C7FE2"/>
    <w:rsid w:val="004F1093"/>
    <w:rsid w:val="0057196D"/>
    <w:rsid w:val="00571C61"/>
    <w:rsid w:val="005C0A64"/>
    <w:rsid w:val="005D400A"/>
    <w:rsid w:val="00627DCC"/>
    <w:rsid w:val="0067197F"/>
    <w:rsid w:val="006870FA"/>
    <w:rsid w:val="006B3A6A"/>
    <w:rsid w:val="006B69BD"/>
    <w:rsid w:val="007554AA"/>
    <w:rsid w:val="00764E07"/>
    <w:rsid w:val="007676D4"/>
    <w:rsid w:val="007D6F63"/>
    <w:rsid w:val="007F3DE7"/>
    <w:rsid w:val="00877E13"/>
    <w:rsid w:val="00881F13"/>
    <w:rsid w:val="008A675B"/>
    <w:rsid w:val="008B776B"/>
    <w:rsid w:val="0091312B"/>
    <w:rsid w:val="009A5566"/>
    <w:rsid w:val="00A214F5"/>
    <w:rsid w:val="00A31581"/>
    <w:rsid w:val="00A97E78"/>
    <w:rsid w:val="00AE5A84"/>
    <w:rsid w:val="00B51981"/>
    <w:rsid w:val="00B61144"/>
    <w:rsid w:val="00B6558A"/>
    <w:rsid w:val="00B85448"/>
    <w:rsid w:val="00BE538F"/>
    <w:rsid w:val="00C0290D"/>
    <w:rsid w:val="00C17222"/>
    <w:rsid w:val="00C90E06"/>
    <w:rsid w:val="00D11CAB"/>
    <w:rsid w:val="00D36F64"/>
    <w:rsid w:val="00E074E1"/>
    <w:rsid w:val="00EF33D8"/>
    <w:rsid w:val="00EF34DB"/>
    <w:rsid w:val="00EF704E"/>
    <w:rsid w:val="00F024AD"/>
    <w:rsid w:val="00F53D40"/>
    <w:rsid w:val="00F61BAC"/>
    <w:rsid w:val="00F97FAB"/>
    <w:rsid w:val="00FB06FF"/>
    <w:rsid w:val="00FB7585"/>
    <w:rsid w:val="00FD2B87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F97FAB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97FAB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7554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554AA"/>
    <w:rPr>
      <w:rFonts w:ascii="Tahoma" w:hAnsi="Tahoma" w:cs="Tahoma"/>
      <w:sz w:val="16"/>
      <w:szCs w:val="16"/>
      <w:lang w:val="nl-NL" w:eastAsia="nl-NL"/>
    </w:rPr>
  </w:style>
  <w:style w:type="paragraph" w:customStyle="1" w:styleId="paginering">
    <w:name w:val="paginering"/>
    <w:basedOn w:val="Standaard"/>
    <w:uiPriority w:val="27"/>
    <w:qFormat/>
    <w:rsid w:val="007554AA"/>
    <w:pPr>
      <w:spacing w:line="270" w:lineRule="exact"/>
      <w:jc w:val="right"/>
    </w:pPr>
    <w:rPr>
      <w:rFonts w:ascii="FlandersArtSans-Regular" w:eastAsia="Times" w:hAnsi="FlandersArtSans-Regular"/>
      <w:noProof/>
      <w:sz w:val="18"/>
      <w:szCs w:val="18"/>
      <w:lang w:val="nl-BE" w:eastAsia="nl-BE"/>
    </w:rPr>
  </w:style>
  <w:style w:type="character" w:styleId="Hyperlink">
    <w:name w:val="Hyperlink"/>
    <w:basedOn w:val="Standaardalinea-lettertype"/>
    <w:rsid w:val="000B28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F97FAB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97FAB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7554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554AA"/>
    <w:rPr>
      <w:rFonts w:ascii="Tahoma" w:hAnsi="Tahoma" w:cs="Tahoma"/>
      <w:sz w:val="16"/>
      <w:szCs w:val="16"/>
      <w:lang w:val="nl-NL" w:eastAsia="nl-NL"/>
    </w:rPr>
  </w:style>
  <w:style w:type="paragraph" w:customStyle="1" w:styleId="paginering">
    <w:name w:val="paginering"/>
    <w:basedOn w:val="Standaard"/>
    <w:uiPriority w:val="27"/>
    <w:qFormat/>
    <w:rsid w:val="007554AA"/>
    <w:pPr>
      <w:spacing w:line="270" w:lineRule="exact"/>
      <w:jc w:val="right"/>
    </w:pPr>
    <w:rPr>
      <w:rFonts w:ascii="FlandersArtSans-Regular" w:eastAsia="Times" w:hAnsi="FlandersArtSans-Regular"/>
      <w:noProof/>
      <w:sz w:val="18"/>
      <w:szCs w:val="18"/>
      <w:lang w:val="nl-BE" w:eastAsia="nl-BE"/>
    </w:rPr>
  </w:style>
  <w:style w:type="character" w:styleId="Hyperlink">
    <w:name w:val="Hyperlink"/>
    <w:basedOn w:val="Standaardalinea-lettertype"/>
    <w:rsid w:val="000B28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genenverkeer.b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32\WORD\sjabloon\spoed3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9B3A7091B84893AA92F19FCFDCC5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F521F-C0E8-4AD6-B9A0-B3F84BFA52E1}"/>
      </w:docPartPr>
      <w:docPartBody>
        <w:p w:rsidR="005B6BD5" w:rsidRDefault="00B745A5" w:rsidP="00B745A5">
          <w:pPr>
            <w:pStyle w:val="EB9B3A7091B84893AA92F19FCFDCC59B"/>
          </w:pPr>
          <w:r>
            <w:t>kies</w:t>
          </w:r>
        </w:p>
      </w:docPartBody>
    </w:docPart>
    <w:docPart>
      <w:docPartPr>
        <w:name w:val="8E5BBF0758C7477D9A0A28825AC1BD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78691C-C5C3-433F-B485-394185DB83F3}"/>
      </w:docPartPr>
      <w:docPartBody>
        <w:p w:rsidR="005B6BD5" w:rsidRDefault="00B745A5" w:rsidP="00B745A5">
          <w:pPr>
            <w:pStyle w:val="8E5BBF0758C7477D9A0A28825AC1BDAB"/>
          </w:pPr>
          <w:r>
            <w:rPr>
              <w:rFonts w:ascii="Arial" w:hAnsi="Arial" w:cs="Arial"/>
              <w:sz w:val="20"/>
              <w:szCs w:val="20"/>
            </w:rPr>
            <w:t>Kies</w:t>
          </w:r>
        </w:p>
      </w:docPartBody>
    </w:docPart>
    <w:docPart>
      <w:docPartPr>
        <w:name w:val="9633554BCC634E5C8CBA15438C574A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66B5F75-E7D8-460D-864D-1DF7E008BAED}"/>
      </w:docPartPr>
      <w:docPartBody>
        <w:p w:rsidR="005B6BD5" w:rsidRDefault="00B745A5" w:rsidP="00B745A5">
          <w:pPr>
            <w:pStyle w:val="9633554BCC634E5C8CBA15438C574AC1"/>
          </w:pPr>
          <w:r w:rsidRPr="001E3101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ndersArtSans-Regular">
    <w:altName w:val="Courier New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13"/>
    <w:rsid w:val="00227751"/>
    <w:rsid w:val="002B2889"/>
    <w:rsid w:val="004C39DA"/>
    <w:rsid w:val="00572733"/>
    <w:rsid w:val="005B6BD5"/>
    <w:rsid w:val="0072115A"/>
    <w:rsid w:val="00B745A5"/>
    <w:rsid w:val="00BB2828"/>
    <w:rsid w:val="00BE7CC9"/>
    <w:rsid w:val="00CC0089"/>
    <w:rsid w:val="00E625AD"/>
    <w:rsid w:val="00F43D76"/>
    <w:rsid w:val="00F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DFD140AF0C841DA8608E25496BF00E1">
    <w:name w:val="1DFD140AF0C841DA8608E25496BF00E1"/>
    <w:rsid w:val="00FD7613"/>
  </w:style>
  <w:style w:type="paragraph" w:customStyle="1" w:styleId="E388C611EE6C40DAB2929D4B9607FEEA">
    <w:name w:val="E388C611EE6C40DAB2929D4B9607FEEA"/>
    <w:rsid w:val="00FD7613"/>
  </w:style>
  <w:style w:type="character" w:styleId="Tekstvantijdelijkeaanduiding">
    <w:name w:val="Placeholder Text"/>
    <w:basedOn w:val="Standaardalinea-lettertype"/>
    <w:uiPriority w:val="99"/>
    <w:semiHidden/>
    <w:rsid w:val="00B745A5"/>
    <w:rPr>
      <w:color w:val="808080"/>
    </w:rPr>
  </w:style>
  <w:style w:type="paragraph" w:customStyle="1" w:styleId="C3D29476EDEC4607BBDC7198EF08DBC7">
    <w:name w:val="C3D29476EDEC4607BBDC7198EF08DBC7"/>
    <w:rsid w:val="00FD7613"/>
  </w:style>
  <w:style w:type="paragraph" w:customStyle="1" w:styleId="EB9B3A7091B84893AA92F19FCFDCC59B">
    <w:name w:val="EB9B3A7091B84893AA92F19FCFDCC59B"/>
    <w:rsid w:val="00B745A5"/>
  </w:style>
  <w:style w:type="paragraph" w:customStyle="1" w:styleId="8E5BBF0758C7477D9A0A28825AC1BDAB">
    <w:name w:val="8E5BBF0758C7477D9A0A28825AC1BDAB"/>
    <w:rsid w:val="00B745A5"/>
  </w:style>
  <w:style w:type="paragraph" w:customStyle="1" w:styleId="9633554BCC634E5C8CBA15438C574AC1">
    <w:name w:val="9633554BCC634E5C8CBA15438C574AC1"/>
    <w:rsid w:val="00B745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DFD140AF0C841DA8608E25496BF00E1">
    <w:name w:val="1DFD140AF0C841DA8608E25496BF00E1"/>
    <w:rsid w:val="00FD7613"/>
  </w:style>
  <w:style w:type="paragraph" w:customStyle="1" w:styleId="E388C611EE6C40DAB2929D4B9607FEEA">
    <w:name w:val="E388C611EE6C40DAB2929D4B9607FEEA"/>
    <w:rsid w:val="00FD7613"/>
  </w:style>
  <w:style w:type="character" w:styleId="Tekstvantijdelijkeaanduiding">
    <w:name w:val="Placeholder Text"/>
    <w:basedOn w:val="Standaardalinea-lettertype"/>
    <w:uiPriority w:val="99"/>
    <w:semiHidden/>
    <w:rsid w:val="00B745A5"/>
    <w:rPr>
      <w:color w:val="808080"/>
    </w:rPr>
  </w:style>
  <w:style w:type="paragraph" w:customStyle="1" w:styleId="C3D29476EDEC4607BBDC7198EF08DBC7">
    <w:name w:val="C3D29476EDEC4607BBDC7198EF08DBC7"/>
    <w:rsid w:val="00FD7613"/>
  </w:style>
  <w:style w:type="paragraph" w:customStyle="1" w:styleId="EB9B3A7091B84893AA92F19FCFDCC59B">
    <w:name w:val="EB9B3A7091B84893AA92F19FCFDCC59B"/>
    <w:rsid w:val="00B745A5"/>
  </w:style>
  <w:style w:type="paragraph" w:customStyle="1" w:styleId="8E5BBF0758C7477D9A0A28825AC1BDAB">
    <w:name w:val="8E5BBF0758C7477D9A0A28825AC1BDAB"/>
    <w:rsid w:val="00B745A5"/>
  </w:style>
  <w:style w:type="paragraph" w:customStyle="1" w:styleId="9633554BCC634E5C8CBA15438C574AC1">
    <w:name w:val="9633554BCC634E5C8CBA15438C574AC1"/>
    <w:rsid w:val="00B74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4EEA0-4BD6-4275-8AA8-83D16A94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spoed3</Template>
  <TotalTime>36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MINISTERIE VAN DE VLAAMSE GEMEENSCHAP</vt:lpstr>
    </vt:vector>
  </TitlesOfParts>
  <Company>mvg-lin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MINISTERIE VAN DE VLAAMSE GEMEENSCHAP</dc:title>
  <dc:creator>verlinch</dc:creator>
  <cp:lastModifiedBy>DE JONGE, Peter</cp:lastModifiedBy>
  <cp:revision>4</cp:revision>
  <cp:lastPrinted>2002-10-17T13:10:00Z</cp:lastPrinted>
  <dcterms:created xsi:type="dcterms:W3CDTF">2020-12-16T14:12:00Z</dcterms:created>
  <dcterms:modified xsi:type="dcterms:W3CDTF">2020-12-17T10:29:00Z</dcterms:modified>
</cp:coreProperties>
</file>